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841EAD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841EAD" w:rsidRDefault="00841EAD" w:rsidP="00841EAD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841EAD" w:rsidRPr="00480FD6" w:rsidRDefault="00841EAD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F97CFB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841EAD" w:rsidRDefault="00841EAD" w:rsidP="00841EAD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480C00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97CF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F5ABA3" wp14:editId="65B94A9A">
            <wp:extent cx="3438525" cy="349042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2885" cy="3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F97CFB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C00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1EAD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B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7A4F6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F7C4F99-5367-4509-A199-814D201ABF64}"/>
</file>

<file path=customXml/itemProps2.xml><?xml version="1.0" encoding="utf-8"?>
<ds:datastoreItem xmlns:ds="http://schemas.openxmlformats.org/officeDocument/2006/customXml" ds:itemID="{0A7CB4FB-6E0E-4143-BE85-D8A7D8F240EA}"/>
</file>

<file path=customXml/itemProps3.xml><?xml version="1.0" encoding="utf-8"?>
<ds:datastoreItem xmlns:ds="http://schemas.openxmlformats.org/officeDocument/2006/customXml" ds:itemID="{780160FA-76E0-42E6-AFBC-CB5142B1C8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190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